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786AFF53" w:rsidRDefault="00CD6897" w14:paraId="45D0F145" w14:textId="3498A198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786AFF53" w:rsidR="51DB0E14">
        <w:rPr>
          <w:rFonts w:ascii="Corbel" w:hAnsi="Corbel"/>
          <w:i w:val="1"/>
          <w:iCs w:val="1"/>
        </w:rPr>
        <w:t xml:space="preserve"> </w:t>
      </w:r>
      <w:r w:rsidRPr="786AFF53" w:rsidR="00D8678B">
        <w:rPr>
          <w:rFonts w:ascii="Corbel" w:hAnsi="Corbel"/>
          <w:i w:val="1"/>
          <w:iCs w:val="1"/>
        </w:rPr>
        <w:t xml:space="preserve">Załącznik nr </w:t>
      </w:r>
      <w:r w:rsidRPr="786AFF53" w:rsidR="006F31E2">
        <w:rPr>
          <w:rFonts w:ascii="Corbel" w:hAnsi="Corbel"/>
          <w:i w:val="1"/>
          <w:iCs w:val="1"/>
        </w:rPr>
        <w:t>1.5</w:t>
      </w:r>
      <w:r w:rsidRPr="786AFF53" w:rsidR="00D8678B">
        <w:rPr>
          <w:rFonts w:ascii="Corbel" w:hAnsi="Corbel"/>
          <w:i w:val="1"/>
          <w:iCs w:val="1"/>
        </w:rPr>
        <w:t xml:space="preserve"> do Zarządzenia</w:t>
      </w:r>
      <w:r w:rsidRPr="786AFF53" w:rsidR="002A22BF">
        <w:rPr>
          <w:rFonts w:ascii="Corbel" w:hAnsi="Corbel"/>
          <w:i w:val="1"/>
          <w:iCs w:val="1"/>
        </w:rPr>
        <w:t xml:space="preserve"> Rektora </w:t>
      </w:r>
      <w:proofErr w:type="gramStart"/>
      <w:r w:rsidRPr="786AFF53" w:rsidR="002A22BF">
        <w:rPr>
          <w:rFonts w:ascii="Corbel" w:hAnsi="Corbel"/>
          <w:i w:val="1"/>
          <w:iCs w:val="1"/>
        </w:rPr>
        <w:t xml:space="preserve">UR </w:t>
      </w:r>
      <w:r w:rsidRPr="786AFF53" w:rsidR="00CD6897">
        <w:rPr>
          <w:rFonts w:ascii="Corbel" w:hAnsi="Corbel"/>
          <w:i w:val="1"/>
          <w:iCs w:val="1"/>
        </w:rPr>
        <w:t xml:space="preserve"> nr</w:t>
      </w:r>
      <w:proofErr w:type="gramEnd"/>
      <w:r w:rsidRPr="786AFF53" w:rsidR="00CD6897">
        <w:rPr>
          <w:rFonts w:ascii="Corbel" w:hAnsi="Corbel"/>
          <w:i w:val="1"/>
          <w:iCs w:val="1"/>
        </w:rPr>
        <w:t xml:space="preserve"> </w:t>
      </w:r>
      <w:r w:rsidRPr="786AFF53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7BC4B9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564FD9" w:rsidR="0085747A" w:rsidP="00EA4832" w:rsidRDefault="0071620A" w14:paraId="4509C6B6" w14:textId="6E4FFE7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Pr="00564FD9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47E82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5E23B6" w:rsidRDefault="00445970" w14:paraId="15BD24B6" w14:textId="247B2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564FD9">
        <w:rPr>
          <w:rFonts w:ascii="Corbel" w:hAnsi="Corbel"/>
          <w:sz w:val="20"/>
          <w:szCs w:val="20"/>
        </w:rPr>
        <w:t>202</w:t>
      </w:r>
      <w:r w:rsidR="00E47E82">
        <w:rPr>
          <w:rFonts w:ascii="Corbel" w:hAnsi="Corbel"/>
          <w:sz w:val="20"/>
          <w:szCs w:val="20"/>
        </w:rPr>
        <w:t>0</w:t>
      </w:r>
      <w:r w:rsidRPr="002829B0" w:rsidR="00564FD9">
        <w:rPr>
          <w:rFonts w:ascii="Corbel" w:hAnsi="Corbel"/>
          <w:sz w:val="20"/>
          <w:szCs w:val="20"/>
        </w:rPr>
        <w:t>/202</w:t>
      </w:r>
      <w:r w:rsidR="00E47E82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14360AC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84716C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942259F" w14:paraId="231077A4" w14:textId="77777777">
        <w:tc>
          <w:tcPr>
            <w:tcW w:w="2694" w:type="dxa"/>
            <w:vAlign w:val="center"/>
          </w:tcPr>
          <w:p w:rsidRPr="009C54AE" w:rsidR="0085747A" w:rsidP="009C54AE" w:rsidRDefault="00C05F44" w14:paraId="5A42B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54E5" w14:paraId="4CCE57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Pr="009C54AE" w:rsidR="0085747A" w:rsidTr="4942259F" w14:paraId="36DE5F2B" w14:textId="77777777">
        <w:tc>
          <w:tcPr>
            <w:tcW w:w="2694" w:type="dxa"/>
            <w:vAlign w:val="center"/>
          </w:tcPr>
          <w:p w:rsidRPr="009C54AE" w:rsidR="0085747A" w:rsidP="009C54AE" w:rsidRDefault="00C05F44" w14:paraId="49CAA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30336" w14:paraId="7E55A6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E/I/GFiR/C.7</w:t>
            </w:r>
          </w:p>
        </w:tc>
      </w:tr>
      <w:tr w:rsidRPr="009C54AE" w:rsidR="0085747A" w:rsidTr="4942259F" w14:paraId="17AD06C3" w14:textId="77777777">
        <w:tc>
          <w:tcPr>
            <w:tcW w:w="2694" w:type="dxa"/>
            <w:vAlign w:val="center"/>
          </w:tcPr>
          <w:p w:rsidRPr="009C54AE" w:rsidR="0085747A" w:rsidP="00EA4832" w:rsidRDefault="0017512A" w14:paraId="0BF5B7A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C947D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0C3F42" w:rsidTr="4942259F" w14:paraId="3295B695" w14:textId="77777777">
        <w:tc>
          <w:tcPr>
            <w:tcW w:w="2694" w:type="dxa"/>
            <w:vAlign w:val="center"/>
          </w:tcPr>
          <w:p w:rsidRPr="009C54AE" w:rsidR="000C3F42" w:rsidP="000C3F42" w:rsidRDefault="000C3F42" w14:paraId="63E936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04536" w:rsidR="000C3F42" w:rsidP="000C3F42" w:rsidRDefault="00E52B10" w14:paraId="04D676BC" w14:textId="407DE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0C3F42" w:rsidTr="4942259F" w14:paraId="44F08D00" w14:textId="77777777">
        <w:tc>
          <w:tcPr>
            <w:tcW w:w="2694" w:type="dxa"/>
            <w:vAlign w:val="center"/>
          </w:tcPr>
          <w:p w:rsidRPr="009C54AE" w:rsidR="000C3F42" w:rsidP="000C3F42" w:rsidRDefault="000C3F42" w14:paraId="348A33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0C3F42" w:rsidP="000C3F42" w:rsidRDefault="000C3F42" w14:paraId="34D405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942259F" w14:paraId="7EB961C0" w14:textId="77777777">
        <w:tc>
          <w:tcPr>
            <w:tcW w:w="2694" w:type="dxa"/>
            <w:vAlign w:val="center"/>
          </w:tcPr>
          <w:p w:rsidRPr="009C54AE" w:rsidR="0085747A" w:rsidP="009C54AE" w:rsidRDefault="00DE4A14" w14:paraId="5B5E23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564FD9" w:rsidRDefault="0017512A" w14:paraId="4594F64A" w14:textId="4A75F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4942259F" w14:paraId="697EE0B7" w14:textId="77777777">
        <w:tc>
          <w:tcPr>
            <w:tcW w:w="2694" w:type="dxa"/>
            <w:vAlign w:val="center"/>
          </w:tcPr>
          <w:p w:rsidRPr="009C54AE" w:rsidR="0085747A" w:rsidP="009C54AE" w:rsidRDefault="0085747A" w14:paraId="28E800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75601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942259F" w14:paraId="0C95AF8C" w14:textId="77777777">
        <w:tc>
          <w:tcPr>
            <w:tcW w:w="2694" w:type="dxa"/>
            <w:vAlign w:val="center"/>
          </w:tcPr>
          <w:p w:rsidRPr="009C54AE" w:rsidR="0085747A" w:rsidP="009C54AE" w:rsidRDefault="0085747A" w14:paraId="437FB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0C3F42" w:rsidRDefault="0017512A" w14:paraId="14EE14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942259F" w14:paraId="471F7DC3" w14:textId="77777777">
        <w:tc>
          <w:tcPr>
            <w:tcW w:w="2694" w:type="dxa"/>
            <w:vAlign w:val="center"/>
          </w:tcPr>
          <w:p w:rsidRPr="009C54AE" w:rsidR="0085747A" w:rsidP="009C54AE" w:rsidRDefault="0085747A" w14:paraId="657C4C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086EC9" w:rsidRDefault="003254E5" w14:paraId="6C7E5F6B" w14:textId="6BDA4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4942259F" w14:paraId="40F2F93E" w14:textId="77777777">
        <w:tc>
          <w:tcPr>
            <w:tcW w:w="2694" w:type="dxa"/>
            <w:vAlign w:val="center"/>
          </w:tcPr>
          <w:p w:rsidRPr="009C54AE" w:rsidR="0085747A" w:rsidP="00086EC9" w:rsidRDefault="0085747A" w14:paraId="1E287F47" w14:textId="5B6CC3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54E5" w14:paraId="12A78D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4942259F" w14:paraId="551AC899" w14:textId="77777777">
        <w:tc>
          <w:tcPr>
            <w:tcW w:w="2694" w:type="dxa"/>
            <w:vAlign w:val="center"/>
          </w:tcPr>
          <w:p w:rsidRPr="009C54AE" w:rsidR="00923D7D" w:rsidP="009C54AE" w:rsidRDefault="00923D7D" w14:paraId="44509F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5F0766" w14:paraId="640CAB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942259F" w14:paraId="30C47327" w14:textId="77777777">
        <w:tc>
          <w:tcPr>
            <w:tcW w:w="2694" w:type="dxa"/>
            <w:vAlign w:val="center"/>
          </w:tcPr>
          <w:p w:rsidRPr="009C54AE" w:rsidR="0085747A" w:rsidP="009C54AE" w:rsidRDefault="0085747A" w14:paraId="7F8E83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04536" w14:paraId="195D7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Pr="009C54AE" w:rsidR="0085747A" w:rsidTr="4942259F" w14:paraId="114EFCCE" w14:textId="77777777">
        <w:tc>
          <w:tcPr>
            <w:tcW w:w="2694" w:type="dxa"/>
            <w:vAlign w:val="center"/>
          </w:tcPr>
          <w:p w:rsidRPr="009C54AE" w:rsidR="0085747A" w:rsidP="009C54AE" w:rsidRDefault="0085747A" w14:paraId="7B825F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4942259F" w:rsidRDefault="00E04536" w14:paraId="5394DF7F" w14:textId="7781CF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:rsidRPr="009C54AE" w:rsidR="0085747A" w:rsidP="009C54AE" w:rsidRDefault="0085747A" w14:paraId="1E45335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A74A4F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7E95C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E52B10" w14:paraId="07A42B2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E80A4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83B35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8AE9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62B29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DE91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9113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9F5C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1A7A7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C10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8305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889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E52B10" w14:paraId="0390055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3254E5" w14:paraId="40178A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21E82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04536" w14:paraId="478141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4BB36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2E5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F50D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0337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7B63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EA7F1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254E5" w14:paraId="7BD709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79F5D5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7CD621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D3829A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E23B6" w:rsidP="005E23B6" w:rsidRDefault="005E23B6" w14:paraId="5B56FE55" w14:textId="6E9F39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5E23B6" w:rsidP="005E23B6" w:rsidRDefault="005E23B6" w14:paraId="3367F299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45528C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AE1AF21" w14:textId="647690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F0AA5" w14:paraId="0F0838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49739E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394FAF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F0AA5" w:rsidR="0085747A" w:rsidTr="39B28F12" w14:paraId="428747C3" w14:textId="77777777">
        <w:tc>
          <w:tcPr>
            <w:tcW w:w="9670" w:type="dxa"/>
          </w:tcPr>
          <w:p w:rsidRPr="009C54AE" w:rsidR="0085747A" w:rsidP="39B28F12" w:rsidRDefault="0D694DAF" w14:paraId="3B04CF08" w14:textId="6AE9B789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:rsidR="00153C41" w:rsidP="009C54AE" w:rsidRDefault="00153C41" w14:paraId="5AD8E6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E04DF24" w14:textId="338AB7B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2BF138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FFF371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CF233D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E65E96" w:rsidTr="00E65E96" w14:paraId="5C1E0FE9" w14:textId="77777777">
        <w:tc>
          <w:tcPr>
            <w:tcW w:w="845" w:type="dxa"/>
            <w:vAlign w:val="center"/>
          </w:tcPr>
          <w:p w:rsidRPr="009C54AE" w:rsidR="00E65E96" w:rsidP="00E65E96" w:rsidRDefault="00E65E96" w14:paraId="52BAC26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Pr="00313A29" w:rsidR="00E65E96" w:rsidP="00E65E96" w:rsidRDefault="00E65E96" w14:paraId="61C19FD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Pr="009C54AE" w:rsidR="00E65E96" w:rsidTr="00E65E96" w14:paraId="703003E7" w14:textId="77777777">
        <w:tc>
          <w:tcPr>
            <w:tcW w:w="845" w:type="dxa"/>
            <w:vAlign w:val="center"/>
          </w:tcPr>
          <w:p w:rsidRPr="009C54AE" w:rsidR="00E65E96" w:rsidP="00E65E96" w:rsidRDefault="00E65E96" w14:paraId="085553C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313A29" w:rsidR="00E65E96" w:rsidP="00E65E96" w:rsidRDefault="00E65E96" w14:paraId="4C7CF0D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Pr="009C54AE" w:rsidR="00E65E96" w:rsidTr="00E65E96" w14:paraId="424BED41" w14:textId="77777777">
        <w:tc>
          <w:tcPr>
            <w:tcW w:w="845" w:type="dxa"/>
            <w:vAlign w:val="center"/>
          </w:tcPr>
          <w:p w:rsidRPr="009C54AE" w:rsidR="00E65E96" w:rsidP="00E65E96" w:rsidRDefault="00E65E96" w14:paraId="7D129DA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313A29" w:rsidR="00E65E96" w:rsidP="00E65E96" w:rsidRDefault="00E65E96" w14:paraId="4E37809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:rsidRPr="009C54AE" w:rsidR="0085747A" w:rsidP="009C54AE" w:rsidRDefault="0085747A" w14:paraId="75D9A16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9115DC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A4898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9B28F12" w14:paraId="0D105BC5" w14:textId="77777777">
        <w:tc>
          <w:tcPr>
            <w:tcW w:w="1681" w:type="dxa"/>
            <w:vAlign w:val="center"/>
          </w:tcPr>
          <w:p w:rsidRPr="009C54AE" w:rsidR="0085747A" w:rsidP="009C54AE" w:rsidRDefault="0085747A" w14:paraId="7DFC34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F895A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353487A" w14:textId="31DA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2F0AA5" w:rsidTr="39B28F12" w14:paraId="4C4B6470" w14:textId="77777777">
        <w:tc>
          <w:tcPr>
            <w:tcW w:w="1681" w:type="dxa"/>
          </w:tcPr>
          <w:p w:rsidRPr="009C54AE" w:rsidR="002F0AA5" w:rsidP="002F0AA5" w:rsidRDefault="00231BC3" w14:paraId="479D5A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2F0A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2F0AA5" w:rsidP="39B28F12" w:rsidRDefault="4FD424C1" w14:paraId="7A99405E" w14:textId="110BC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Pr="39B28F12" w:rsidR="60FE4FC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39B28F12" w:rsidR="772BD2E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:rsidRPr="00D946D3" w:rsidR="00D946D3" w:rsidP="002F0AA5" w:rsidRDefault="00D946D3" w14:paraId="6447560D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:rsidRPr="00D946D3" w:rsidR="00D946D3" w:rsidP="002F0AA5" w:rsidRDefault="00D946D3" w14:paraId="1FBD0CF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:rsidRPr="0086205A" w:rsidR="002F0AA5" w:rsidP="00D946D3" w:rsidRDefault="002F0AA5" w14:paraId="32A703D9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A571A3" w:rsidTr="39B28F12" w14:paraId="0C84A285" w14:textId="77777777">
        <w:tc>
          <w:tcPr>
            <w:tcW w:w="1681" w:type="dxa"/>
          </w:tcPr>
          <w:p w:rsidRPr="009C54AE" w:rsidR="00A571A3" w:rsidP="00A571A3" w:rsidRDefault="00A571A3" w14:paraId="0358F6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1D2387" w:rsidR="00A571A3" w:rsidP="006E3692" w:rsidRDefault="006E3692" w14:paraId="0704CA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:rsidRPr="00853CAD" w:rsidR="00A571A3" w:rsidP="00A571A3" w:rsidRDefault="00A571A3" w14:paraId="5DC8D952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:rsidRPr="00812901" w:rsidR="00812901" w:rsidP="00A571A3" w:rsidRDefault="00812901" w14:paraId="7D46153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:rsidRPr="0086205A" w:rsidR="00A571A3" w:rsidP="00A571A3" w:rsidRDefault="00812901" w14:paraId="04AA18C3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Pr="009C54AE" w:rsidR="00A571A3" w:rsidTr="39B28F12" w14:paraId="534B4A3D" w14:textId="77777777">
        <w:tc>
          <w:tcPr>
            <w:tcW w:w="1681" w:type="dxa"/>
          </w:tcPr>
          <w:p w:rsidRPr="009C54AE" w:rsidR="00A571A3" w:rsidP="00A571A3" w:rsidRDefault="00A571A3" w14:paraId="575B8C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86205A" w:rsidR="00A571A3" w:rsidP="39B28F12" w:rsidRDefault="3AEB5FDE" w14:paraId="6E1E7018" w14:textId="205F37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Pr="39B28F12" w:rsidR="1D51406E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:rsidRPr="0086205A" w:rsidR="00A571A3" w:rsidP="00A571A3" w:rsidRDefault="00A571A3" w14:paraId="20BF345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A571A3" w:rsidP="00A571A3" w:rsidRDefault="00A571A3" w14:paraId="6246DA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A6BE0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78E70E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7763B17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DC5A44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D3233" w14:paraId="656BDE96" w14:textId="77777777">
        <w:tc>
          <w:tcPr>
            <w:tcW w:w="9520" w:type="dxa"/>
          </w:tcPr>
          <w:p w:rsidRPr="009C54AE" w:rsidR="0085747A" w:rsidP="009C54AE" w:rsidRDefault="0085747A" w14:paraId="223BA66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53AC2" w:rsidTr="00FD3233" w14:paraId="2011D19C" w14:textId="77777777">
        <w:tc>
          <w:tcPr>
            <w:tcW w:w="9520" w:type="dxa"/>
          </w:tcPr>
          <w:p w:rsidRPr="009C54AE" w:rsidR="00D53AC2" w:rsidP="00D53AC2" w:rsidRDefault="00D53AC2" w14:paraId="764715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Pr="009C54AE" w:rsidR="00D53AC2" w:rsidTr="00FD3233" w14:paraId="166A20BD" w14:textId="77777777">
        <w:tc>
          <w:tcPr>
            <w:tcW w:w="9520" w:type="dxa"/>
          </w:tcPr>
          <w:p w:rsidRPr="009C54AE" w:rsidR="00D53AC2" w:rsidP="00D53AC2" w:rsidRDefault="00D53AC2" w14:paraId="66A300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D53AC2" w:rsidTr="00FD3233" w14:paraId="63FB50EF" w14:textId="77777777">
        <w:tc>
          <w:tcPr>
            <w:tcW w:w="9520" w:type="dxa"/>
          </w:tcPr>
          <w:p w:rsidRPr="009C54AE" w:rsidR="00D53AC2" w:rsidP="00D53AC2" w:rsidRDefault="00D53AC2" w14:paraId="0076ADE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Pr="009C54AE" w:rsidR="00D53AC2" w:rsidTr="00FD3233" w14:paraId="742372D5" w14:textId="77777777">
        <w:tc>
          <w:tcPr>
            <w:tcW w:w="9520" w:type="dxa"/>
          </w:tcPr>
          <w:p w:rsidR="00D53AC2" w:rsidP="00D53AC2" w:rsidRDefault="00D53AC2" w14:paraId="3B5CD9F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Pr="009C54AE" w:rsidR="00D53AC2" w:rsidTr="00FD3233" w14:paraId="0D9FEEF4" w14:textId="77777777">
        <w:tc>
          <w:tcPr>
            <w:tcW w:w="9520" w:type="dxa"/>
          </w:tcPr>
          <w:p w:rsidRPr="009C54AE" w:rsidR="00D53AC2" w:rsidP="00D53AC2" w:rsidRDefault="00D53AC2" w14:paraId="0EF950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Pr="009C54AE" w:rsidR="00D53AC2" w:rsidTr="00FD3233" w14:paraId="21EF92BD" w14:textId="77777777">
        <w:tc>
          <w:tcPr>
            <w:tcW w:w="9520" w:type="dxa"/>
          </w:tcPr>
          <w:p w:rsidRPr="009C54AE" w:rsidR="00D53AC2" w:rsidP="00D53AC2" w:rsidRDefault="00D53AC2" w14:paraId="4B9EB0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Pr="009C54AE" w:rsidR="00D53AC2" w:rsidTr="00FD3233" w14:paraId="042524D8" w14:textId="77777777">
        <w:tc>
          <w:tcPr>
            <w:tcW w:w="9520" w:type="dxa"/>
          </w:tcPr>
          <w:p w:rsidRPr="009C54AE" w:rsidR="00D53AC2" w:rsidP="00D53AC2" w:rsidRDefault="00D53AC2" w14:paraId="7EDD201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Pr="009C54AE" w:rsidR="00D53AC2" w:rsidTr="00FD3233" w14:paraId="34747F58" w14:textId="77777777">
        <w:tc>
          <w:tcPr>
            <w:tcW w:w="9520" w:type="dxa"/>
          </w:tcPr>
          <w:p w:rsidRPr="009C54AE" w:rsidR="00D53AC2" w:rsidP="00D53AC2" w:rsidRDefault="00D53AC2" w14:paraId="20032A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Pr="009C54AE" w:rsidR="00D53AC2" w:rsidTr="00FD3233" w14:paraId="430994AF" w14:textId="77777777">
        <w:tc>
          <w:tcPr>
            <w:tcW w:w="9520" w:type="dxa"/>
          </w:tcPr>
          <w:p w:rsidRPr="009C54AE" w:rsidR="00D53AC2" w:rsidP="00D53AC2" w:rsidRDefault="00D53AC2" w14:paraId="74462B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:rsidRPr="009C54AE" w:rsidR="0085747A" w:rsidP="009C54AE" w:rsidRDefault="0085747A" w14:paraId="6199C3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2FE70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63A65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1101F0" w14:paraId="19102A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:rsidR="001101F0" w:rsidP="009C54AE" w:rsidRDefault="001101F0" w14:paraId="1C3C31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C4C2DE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18A74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A619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A2AE4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39B28F12" w14:paraId="6BDB50C3" w14:textId="77777777">
        <w:tc>
          <w:tcPr>
            <w:tcW w:w="1962" w:type="dxa"/>
            <w:vAlign w:val="center"/>
          </w:tcPr>
          <w:p w:rsidRPr="009C54AE" w:rsidR="0085747A" w:rsidP="009C54AE" w:rsidRDefault="0071620A" w14:paraId="7A80BA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784D7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E5402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7E3B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6CB2F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101F0" w:rsidTr="39B28F12" w14:paraId="24542C41" w14:textId="77777777">
        <w:tc>
          <w:tcPr>
            <w:tcW w:w="1962" w:type="dxa"/>
          </w:tcPr>
          <w:p w:rsidRPr="009C54AE" w:rsidR="001101F0" w:rsidP="001101F0" w:rsidRDefault="001101F0" w14:paraId="57B631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03281" w:rsidR="001101F0" w:rsidP="39B28F12" w:rsidRDefault="536CD7B9" w14:paraId="03A7A494" w14:textId="3A0FD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:rsidRPr="00603281" w:rsidR="001101F0" w:rsidP="00F53F6A" w:rsidRDefault="00F53F6A" w14:paraId="51617F0E" w14:textId="61DB46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39B28F12" w14:paraId="41274426" w14:textId="77777777">
        <w:tc>
          <w:tcPr>
            <w:tcW w:w="1962" w:type="dxa"/>
          </w:tcPr>
          <w:p w:rsidRPr="009C54AE" w:rsidR="001101F0" w:rsidP="001101F0" w:rsidRDefault="001101F0" w14:paraId="4C3290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1101F0" w:rsidP="39B28F12" w:rsidRDefault="536CD7B9" w14:paraId="4AD40060" w14:textId="4CF076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:rsidRPr="00603281" w:rsidR="001101F0" w:rsidP="00F53F6A" w:rsidRDefault="00F53F6A" w14:paraId="421F2DA7" w14:textId="46FFB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39B28F12" w14:paraId="67F5063A" w14:textId="77777777">
        <w:tc>
          <w:tcPr>
            <w:tcW w:w="1962" w:type="dxa"/>
          </w:tcPr>
          <w:p w:rsidRPr="009C54AE" w:rsidR="001101F0" w:rsidP="001101F0" w:rsidRDefault="001101F0" w14:paraId="1A6E2F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603281" w:rsidR="001101F0" w:rsidP="001101F0" w:rsidRDefault="00F53F6A" w14:paraId="10226A6C" w14:textId="11CBEB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03281" w:rsidR="001101F0" w:rsidP="00F53F6A" w:rsidRDefault="00F53F6A" w14:paraId="135967EF" w14:textId="6993B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3DFCC7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6DDB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298EE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9B28F12" w14:paraId="2E8FBC7D" w14:textId="77777777">
        <w:tc>
          <w:tcPr>
            <w:tcW w:w="9670" w:type="dxa"/>
          </w:tcPr>
          <w:p w:rsidRPr="009C54AE" w:rsidR="0085747A" w:rsidP="005E23B6" w:rsidRDefault="1F94AC97" w14:paraId="579AC42B" w14:textId="3CDE2AE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:rsidRPr="009C54AE" w:rsidR="0085747A" w:rsidP="005E23B6" w:rsidRDefault="1F94AC97" w14:paraId="293A5AC0" w14:textId="793E408E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:rsidRPr="009C54AE" w:rsidR="0085747A" w:rsidP="005E23B6" w:rsidRDefault="1F94AC97" w14:paraId="4E83B57C" w14:textId="46928FBC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:rsidRPr="009C54AE" w:rsidR="0085747A" w:rsidP="005E23B6" w:rsidRDefault="1F94AC97" w14:paraId="4FA75CEB" w14:textId="680AF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9C54AE" w:rsidR="0085747A" w:rsidP="005E23B6" w:rsidRDefault="1F94AC97" w14:paraId="07672265" w14:textId="0349C3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9C54AE" w:rsidR="0085747A" w:rsidP="005E23B6" w:rsidRDefault="1F94AC97" w14:paraId="7ACCCDC1" w14:textId="0C905F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9C54AE" w:rsidR="0085747A" w:rsidP="005E23B6" w:rsidRDefault="1F94AC97" w14:paraId="611A9A27" w14:textId="0D6FF05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9C54AE" w:rsidR="0085747A" w:rsidP="005E23B6" w:rsidRDefault="1F94AC97" w14:paraId="7B9FACDF" w14:textId="16C1D3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9C54AE" w:rsidR="0085747A" w:rsidP="005E23B6" w:rsidRDefault="1F94AC97" w14:paraId="22FBBD09" w14:textId="65876B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:rsidRPr="009C54AE" w:rsidR="0085747A" w:rsidP="009C54AE" w:rsidRDefault="0085747A" w14:paraId="5B3EE6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71A7D0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E3A32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1F65B4" w14:paraId="611065AB" w14:textId="77777777">
        <w:tc>
          <w:tcPr>
            <w:tcW w:w="4902" w:type="dxa"/>
            <w:vAlign w:val="center"/>
          </w:tcPr>
          <w:p w:rsidRPr="009C54AE" w:rsidR="0085747A" w:rsidP="009C54AE" w:rsidRDefault="00C61DC5" w14:paraId="49B33F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7CA5007B" w14:textId="342F82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70AEA" w:rsidTr="001F65B4" w14:paraId="058F3519" w14:textId="77777777">
        <w:tc>
          <w:tcPr>
            <w:tcW w:w="4902" w:type="dxa"/>
          </w:tcPr>
          <w:p w:rsidRPr="009C54AE" w:rsidR="00170AEA" w:rsidP="00170AEA" w:rsidRDefault="00170AEA" w14:paraId="4D193C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170AEA" w:rsidP="00E52B10" w:rsidRDefault="00170AEA" w14:paraId="5C2153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170AEA" w:rsidTr="001F65B4" w14:paraId="1E793D7D" w14:textId="77777777">
        <w:tc>
          <w:tcPr>
            <w:tcW w:w="4902" w:type="dxa"/>
          </w:tcPr>
          <w:p w:rsidRPr="009C54AE" w:rsidR="00170AEA" w:rsidP="00170AEA" w:rsidRDefault="00170AEA" w14:paraId="61F4B0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70AEA" w:rsidP="00170AEA" w:rsidRDefault="00170AEA" w14:paraId="03292B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9C54AE" w:rsidR="00170AEA" w:rsidP="00E52B10" w:rsidRDefault="00170AEA" w14:paraId="5D7CF9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170AEA" w:rsidTr="001F65B4" w14:paraId="1A0CDF63" w14:textId="77777777">
        <w:tc>
          <w:tcPr>
            <w:tcW w:w="4902" w:type="dxa"/>
          </w:tcPr>
          <w:p w:rsidRPr="009C54AE" w:rsidR="00170AEA" w:rsidP="005E23B6" w:rsidRDefault="00170AEA" w14:paraId="16D37B57" w14:textId="586AE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:rsidRPr="009C54AE" w:rsidR="00170AEA" w:rsidP="00E52B10" w:rsidRDefault="00170AEA" w14:paraId="4A2F77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C54AE" w:rsidR="00170AEA" w:rsidTr="001F65B4" w14:paraId="47698DD1" w14:textId="77777777">
        <w:tc>
          <w:tcPr>
            <w:tcW w:w="4902" w:type="dxa"/>
          </w:tcPr>
          <w:p w:rsidRPr="009C54AE" w:rsidR="00170AEA" w:rsidP="00170AEA" w:rsidRDefault="00170AEA" w14:paraId="7AE29D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170AEA" w:rsidP="00E52B10" w:rsidRDefault="00170AEA" w14:paraId="62C1FF3C" w14:textId="77777777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Pr="009C54AE" w:rsidR="00170AEA" w:rsidTr="001F65B4" w14:paraId="27B52CB2" w14:textId="77777777">
        <w:tc>
          <w:tcPr>
            <w:tcW w:w="4902" w:type="dxa"/>
          </w:tcPr>
          <w:p w:rsidRPr="009C54AE" w:rsidR="00170AEA" w:rsidP="00170AEA" w:rsidRDefault="00170AEA" w14:paraId="37726F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170AEA" w:rsidP="00E52B10" w:rsidRDefault="00170AEA" w14:paraId="3C3711DD" w14:textId="77777777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:rsidRPr="009C54AE" w:rsidR="0085747A" w:rsidP="009C54AE" w:rsidRDefault="00923D7D" w14:paraId="6C80613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41F19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83399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EA235D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F53F6A" w14:paraId="5CB2010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FF8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E52B10" w:rsidRDefault="00E52B10" w14:paraId="1A161861" w14:textId="1D297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F53F6A" w14:paraId="108E5C6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3DD4C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E52B10" w:rsidRDefault="00E52B10" w14:paraId="4BDDA1A0" w14:textId="5B565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07CB1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AB6C31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066B7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39B28F12" w14:paraId="077763E8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F9880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56B3" w:rsidP="00F53F6A" w:rsidRDefault="006C56B3" w14:paraId="38924A5C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>., Projekty inwestycyjne. Finansowanie, budżetowanie ocena efektywności,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Pr="006C56B3" w:rsidR="003D3292" w:rsidP="00F53F6A" w:rsidRDefault="007700AB" w14:paraId="5F3B77FF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Pr="009C54AE" w:rsidR="0085747A" w:rsidTr="39B28F12" w14:paraId="5B5FA073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0A406E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323F32" w:rsidR="006C56B3" w:rsidP="39B28F12" w:rsidRDefault="00323F32" w14:paraId="64E8BA04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:rsidR="67729460" w:rsidP="39B28F12" w:rsidRDefault="67729460" w14:paraId="3630E520" w14:textId="0BEA17BF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:rsidRPr="00323F32" w:rsidR="009F7BA1" w:rsidP="39B28F12" w:rsidRDefault="006C56B3" w14:paraId="4F352716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Zachorowska A., Ryzyko działalności inwestycyjnej przedsiębiorstw, PWE, Warszawa 2006</w:t>
            </w:r>
            <w:r w:rsidRPr="39B28F12" w:rsidR="003D3292">
              <w:rPr>
                <w:rFonts w:ascii="Corbel" w:hAnsi="Corbel"/>
                <w:b w:val="0"/>
                <w:smallCaps w:val="0"/>
              </w:rPr>
              <w:t>.</w:t>
            </w:r>
          </w:p>
          <w:p w:rsidRPr="009C54AE" w:rsidR="009F7BA1" w:rsidP="009C54AE" w:rsidRDefault="009F7BA1" w14:paraId="452945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7E9B39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3FA395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176CE6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476C" w:rsidP="00C16ABF" w:rsidRDefault="0070476C" w14:paraId="316D6AF0" w14:textId="77777777">
      <w:pPr>
        <w:spacing w:after="0" w:line="240" w:lineRule="auto"/>
      </w:pPr>
      <w:r>
        <w:separator/>
      </w:r>
    </w:p>
  </w:endnote>
  <w:endnote w:type="continuationSeparator" w:id="0">
    <w:p w:rsidR="0070476C" w:rsidP="00C16ABF" w:rsidRDefault="0070476C" w14:paraId="6530F9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476C" w:rsidP="00C16ABF" w:rsidRDefault="0070476C" w14:paraId="4E81DFCC" w14:textId="77777777">
      <w:pPr>
        <w:spacing w:after="0" w:line="240" w:lineRule="auto"/>
      </w:pPr>
      <w:r>
        <w:separator/>
      </w:r>
    </w:p>
  </w:footnote>
  <w:footnote w:type="continuationSeparator" w:id="0">
    <w:p w:rsidR="0070476C" w:rsidP="00C16ABF" w:rsidRDefault="0070476C" w14:paraId="54097FB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476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47E82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1DB0E14"/>
    <w:rsid w:val="536CD7B9"/>
    <w:rsid w:val="5A8C0F13"/>
    <w:rsid w:val="60FE4FC3"/>
    <w:rsid w:val="67729460"/>
    <w:rsid w:val="6CE059C8"/>
    <w:rsid w:val="772BD2EF"/>
    <w:rsid w:val="786AFF53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E23B6"/>
  </w:style>
  <w:style w:type="character" w:styleId="spellingerror" w:customStyle="1">
    <w:name w:val="spellingerror"/>
    <w:basedOn w:val="Domylnaczcionkaakapitu"/>
    <w:rsid w:val="005E23B6"/>
  </w:style>
  <w:style w:type="character" w:styleId="eop" w:customStyle="1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A2435C-F7E0-423C-B983-691BFA7876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Zawora Jolanta</lastModifiedBy>
  <revision>14</revision>
  <lastPrinted>2019-02-06T12:12:00.0000000Z</lastPrinted>
  <dcterms:created xsi:type="dcterms:W3CDTF">2020-10-26T09:28:00.0000000Z</dcterms:created>
  <dcterms:modified xsi:type="dcterms:W3CDTF">2020-12-12T09:49:16.3246575Z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